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7CBD4EB" w14:textId="77777777" w:rsidTr="00FD02BC">
        <w:tc>
          <w:tcPr>
            <w:tcW w:w="1311" w:type="dxa"/>
          </w:tcPr>
          <w:p w14:paraId="4C0D5D3F" w14:textId="77777777" w:rsidR="00757AC7" w:rsidRPr="004705CF" w:rsidRDefault="00757AC7" w:rsidP="00ED759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37BF1886" w14:textId="77777777" w:rsidR="00757AC7" w:rsidRPr="004705CF" w:rsidRDefault="00757AC7" w:rsidP="00ED759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391C8FF7" w14:textId="77777777" w:rsidR="00757AC7" w:rsidRPr="004705CF" w:rsidRDefault="00757AC7" w:rsidP="009F3E6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01F40" w14:paraId="6B12BE94" w14:textId="77777777" w:rsidTr="00C01F40">
        <w:tc>
          <w:tcPr>
            <w:tcW w:w="1311" w:type="dxa"/>
            <w:hideMark/>
          </w:tcPr>
          <w:p w14:paraId="01B3FB37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28132500</w:t>
            </w:r>
          </w:p>
        </w:tc>
        <w:tc>
          <w:tcPr>
            <w:tcW w:w="2086" w:type="dxa"/>
            <w:hideMark/>
          </w:tcPr>
          <w:p w14:paraId="70B9172A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regolazione a punto fisso</w:t>
            </w:r>
          </w:p>
          <w:p w14:paraId="07BA8A38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 xml:space="preserve">TM3-R Mixing Unit </w:t>
            </w:r>
          </w:p>
          <w:p w14:paraId="1A553660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2B</w:t>
            </w:r>
          </w:p>
        </w:tc>
        <w:tc>
          <w:tcPr>
            <w:tcW w:w="6101" w:type="dxa"/>
          </w:tcPr>
          <w:p w14:paraId="5213C4E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2 vie per impianti di riscaldamento a bassa temperatura.</w:t>
            </w:r>
          </w:p>
          <w:p w14:paraId="5B75F5C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Il gruppo è fornito completo di circolatore elettronico, testa termostatica con sensore remoto per la regolazione a punto fisso della temperatura di mandata dell’acqua all’impianto radiante, e staffe per il fissaggio a muro o all’interno di una cassetta metallica per tramezzo da 120 mm.</w:t>
            </w:r>
          </w:p>
          <w:p w14:paraId="5763036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C854E2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114AEB8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417FC6A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5DF4A73E" w14:textId="36DF4721" w:rsidR="00C01F40" w:rsidRPr="004705CF" w:rsidRDefault="004705CF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0DC0E6AB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3C5DEC3D" w14:textId="48FBC858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1E6FF3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1E6FF3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7A3CA9E3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044E5F7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4DB1A875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339861E1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77EFB240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41964653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3D14A868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5C8D77D8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A3B800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17AC1963" w14:textId="007AA5F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2 vie</w:t>
            </w:r>
          </w:p>
          <w:p w14:paraId="4056BA50" w14:textId="6E1C7EF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 2 vie</w:t>
            </w:r>
          </w:p>
          <w:p w14:paraId="5A36769D" w14:textId="693A544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76713FEC" w14:textId="42576219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miscelatrice con attacco M30x1,5, predisposta per il montaggio di testa termostatica;</w:t>
            </w:r>
          </w:p>
          <w:p w14:paraId="71AE273C" w14:textId="1B5C9FD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41241538" w14:textId="78A6FA9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204ED8E4" w14:textId="4A0A8E6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0BE36A9D" w14:textId="7028B4A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2E7DBCF6" w14:textId="3662E87F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28C6FE7D" w14:textId="61F00BF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751DC212" w14:textId="343C771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11AB2361" w14:textId="00B908B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6D78F702" w14:textId="1D9C4196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54A8FF7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25D35E5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7CE97ED6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24B3C045" w14:textId="1DDB6D1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1E6FF3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1EE3D988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261CEE4E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3EEEED25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6F0C70DE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4B52D8FA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5AD10D" w14:textId="77777777" w:rsidR="00C01F40" w:rsidRPr="004705CF" w:rsidRDefault="00C01F40" w:rsidP="009F3E6F">
            <w:pPr>
              <w:pStyle w:val="Intestazione"/>
              <w:tabs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2B  o equivalente.</w:t>
            </w:r>
          </w:p>
        </w:tc>
      </w:tr>
      <w:tr w:rsidR="00C01F40" w14:paraId="3ACD78D6" w14:textId="77777777" w:rsidTr="00C01F40">
        <w:tc>
          <w:tcPr>
            <w:tcW w:w="1311" w:type="dxa"/>
            <w:hideMark/>
          </w:tcPr>
          <w:p w14:paraId="49263252" w14:textId="77777777" w:rsidR="00C01F40" w:rsidRPr="004705CF" w:rsidRDefault="00C01F40">
            <w:pPr>
              <w:pStyle w:val="Intestazione"/>
              <w:tabs>
                <w:tab w:val="left" w:pos="90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28132502</w:t>
            </w:r>
          </w:p>
        </w:tc>
        <w:tc>
          <w:tcPr>
            <w:tcW w:w="2086" w:type="dxa"/>
            <w:hideMark/>
          </w:tcPr>
          <w:p w14:paraId="596545AF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1D2F38DF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TM3-R Mixing Unit 3B</w:t>
            </w:r>
          </w:p>
        </w:tc>
        <w:tc>
          <w:tcPr>
            <w:tcW w:w="6101" w:type="dxa"/>
          </w:tcPr>
          <w:p w14:paraId="37A584E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3 vie per impianti di riscaldamento a bassa temperatura.</w:t>
            </w:r>
          </w:p>
          <w:p w14:paraId="63E7524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3 vie per impianti di riscaldamento a bassa temperatura.</w:t>
            </w:r>
          </w:p>
          <w:p w14:paraId="3C4B490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Il gruppo è fornito completo di circolatore elettronico, testa termostatica con sensore remoto per la regolazione a punto fisso della temperatura di mandata dell’acqua all’impianto radiante, e staffe per il fissaggio a muro o all’interno di una cassetta metallica per tramezzo da 120 mm.</w:t>
            </w:r>
          </w:p>
          <w:p w14:paraId="2F3D5AF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FD7DC98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736A0C3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05C2481D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095529F9" w14:textId="1F860340" w:rsidR="00C01F40" w:rsidRPr="004705CF" w:rsidRDefault="001E6FF3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2337FA18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35822CE2" w14:textId="13D378BA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1E6FF3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1E6FF3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5E009C7D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58803EB3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4AF24A52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4C19F7D7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1B45DAF5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Filettatura di testa gruppo di miscelazione: G 1” Femmina</w:t>
            </w:r>
          </w:p>
          <w:p w14:paraId="61EDB96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77EE7A6F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12DBE23F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83505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00AE286C" w14:textId="22206B9A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3 vie</w:t>
            </w:r>
          </w:p>
          <w:p w14:paraId="345172A7" w14:textId="1789C25B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</w:t>
            </w:r>
            <w:r w:rsidR="001E6FF3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705CF">
              <w:rPr>
                <w:rFonts w:ascii="Poppins" w:hAnsi="Poppins" w:cs="Poppins"/>
                <w:bCs/>
                <w:sz w:val="20"/>
              </w:rPr>
              <w:t>3 vie</w:t>
            </w:r>
          </w:p>
          <w:p w14:paraId="33A84C15" w14:textId="004BB8C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5A7B97AF" w14:textId="660E9BE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miscelatrice con attacco M30x1,5, predisposta per il montaggio di testa termostatica</w:t>
            </w:r>
          </w:p>
          <w:p w14:paraId="5276F2CC" w14:textId="307ABD6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384D5294" w14:textId="4B77E4D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0965C2C6" w14:textId="780DFFD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1FEDD297" w14:textId="3268C08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01B4A83A" w14:textId="1251DF7A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0AA6637C" w14:textId="6E1DACE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2C43382F" w14:textId="1741745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29CF2D05" w14:textId="67D78E60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0BFEEE20" w14:textId="7AFDBF4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4E02008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DB1465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18AA44A7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57188BF7" w14:textId="1A75005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1E6FF3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63BE5FA4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1967F969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44D7FB06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2CC5F2C4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40FF1E0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2F975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3B o equivalente.</w:t>
            </w:r>
          </w:p>
        </w:tc>
      </w:tr>
      <w:tr w:rsidR="00C01F40" w14:paraId="558BB76B" w14:textId="77777777" w:rsidTr="00C01F40">
        <w:tc>
          <w:tcPr>
            <w:tcW w:w="1311" w:type="dxa"/>
            <w:hideMark/>
          </w:tcPr>
          <w:p w14:paraId="77A1853A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28132504</w:t>
            </w:r>
          </w:p>
        </w:tc>
        <w:tc>
          <w:tcPr>
            <w:tcW w:w="2086" w:type="dxa"/>
            <w:hideMark/>
          </w:tcPr>
          <w:p w14:paraId="0A80F9F6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1101F776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lastRenderedPageBreak/>
              <w:t>TM3-R Mixing Unit 4B</w:t>
            </w:r>
          </w:p>
        </w:tc>
        <w:tc>
          <w:tcPr>
            <w:tcW w:w="6101" w:type="dxa"/>
          </w:tcPr>
          <w:p w14:paraId="137F19F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Gruppo preassemblato di miscelazione e distribuzione a 4 vie per impianti di riscaldamento a bassa temperatura.</w:t>
            </w:r>
          </w:p>
          <w:p w14:paraId="0E14307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Il gruppo è fornito completo di circolatore elettronico, testa termostatica con sensore remoto per la regolazione a </w:t>
            </w: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punto fisso della temperatura di mandata dell’acqua all’impianto radiante, e staffe per il fissaggio a muro o all’interno di una cassetta metallica per tramezzo da 120 mm.</w:t>
            </w:r>
          </w:p>
          <w:p w14:paraId="3793F1E3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B37532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CA3CFF0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536CFCAF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17269EE4" w14:textId="48EEF031" w:rsidR="00C01F40" w:rsidRPr="004705CF" w:rsidRDefault="00DF466A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3FAA581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050213DF" w14:textId="711C73AC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DF466A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DF466A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3BC0F74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74DA36A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726F8DCA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3C9F7897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4CE21C9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196F774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643F3E33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694203D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49A3CBA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4C187B72" w14:textId="3F8A5A1F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4 vie</w:t>
            </w:r>
          </w:p>
          <w:p w14:paraId="62449004" w14:textId="1379268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 4 vie</w:t>
            </w:r>
          </w:p>
          <w:p w14:paraId="7B55CDDB" w14:textId="549A80C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25C733AF" w14:textId="2D36AB7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miscelatrice con attacco M30x1,5, predisposta per il montaggio di testa termostatica</w:t>
            </w:r>
          </w:p>
          <w:p w14:paraId="6616946B" w14:textId="097D623A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0B48B087" w14:textId="4E928339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7EA8F4D8" w14:textId="1F670CF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32C5FF73" w14:textId="69E9472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70E5B7B7" w14:textId="51BF8C8F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37C5D89F" w14:textId="7FAFB82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3C143064" w14:textId="5A9A9C4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6D9143FE" w14:textId="48AE6DD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78EA550A" w14:textId="284593B9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 rubinetti di riempimento e scarico con attacco orientabile e tappo di sicurezza</w:t>
            </w:r>
          </w:p>
          <w:p w14:paraId="50CD64E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2A3FC8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181AC8DE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5698A49E" w14:textId="3D2FDF8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DF466A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38F0358A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7242B770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04842865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5D0E62F6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0BF76105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C51B4A4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4B  o equivalente.</w:t>
            </w:r>
          </w:p>
        </w:tc>
      </w:tr>
      <w:tr w:rsidR="00C01F40" w14:paraId="5FBB3378" w14:textId="77777777" w:rsidTr="00C01F40">
        <w:tc>
          <w:tcPr>
            <w:tcW w:w="1311" w:type="dxa"/>
            <w:hideMark/>
          </w:tcPr>
          <w:p w14:paraId="6C08546B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28132506</w:t>
            </w:r>
          </w:p>
        </w:tc>
        <w:tc>
          <w:tcPr>
            <w:tcW w:w="2086" w:type="dxa"/>
            <w:hideMark/>
          </w:tcPr>
          <w:p w14:paraId="169B70D4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6444347A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TM3-R Mixing Unit 5B</w:t>
            </w:r>
          </w:p>
        </w:tc>
        <w:tc>
          <w:tcPr>
            <w:tcW w:w="6101" w:type="dxa"/>
          </w:tcPr>
          <w:p w14:paraId="279E26C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5 vie per impianti di riscaldamento a bassa temperatura.</w:t>
            </w:r>
          </w:p>
          <w:p w14:paraId="79418C4E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Il gruppo è fornito completo di circolatore elettronico, testa termostatica con sensore remoto per la regolazione a punto fisso della temperatura di mandata dell’acqua all’impianto radiante, e staffe per il fissaggio a muro o all’interno di una cassetta metallica per tramezzo da 120 mm.</w:t>
            </w:r>
          </w:p>
          <w:p w14:paraId="62B0968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B8AAA9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1BFCAB0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35CF754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72D27570" w14:textId="5A9C5ADF" w:rsidR="00C01F40" w:rsidRPr="004705CF" w:rsidRDefault="00890B84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0EF04253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322D2EB7" w14:textId="43C25A11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890B84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890B84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0A65DDAD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00F5FC5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77DF05F9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41F5164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7264415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0B2B6C2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1BE06A23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0B547804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28CE6E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lastRenderedPageBreak/>
              <w:t>Il gruppo è costituito da:</w:t>
            </w:r>
          </w:p>
          <w:p w14:paraId="32820CC5" w14:textId="1BA9FD6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5 vie</w:t>
            </w:r>
          </w:p>
          <w:p w14:paraId="4230C2E6" w14:textId="360D716F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 5 vie</w:t>
            </w:r>
          </w:p>
          <w:p w14:paraId="63B1C985" w14:textId="6C2D5516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368CD699" w14:textId="19AB1D4F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miscelatrice con attacco M30x1,5, predisposta per il montaggio di testa termostatica</w:t>
            </w:r>
          </w:p>
          <w:p w14:paraId="541178E8" w14:textId="6903CD7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3D584781" w14:textId="6BB5422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7EBBF6ED" w14:textId="5283674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0BFCE4DA" w14:textId="0C79D08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7FE43152" w14:textId="56151300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7045047B" w14:textId="2044F02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22C9DFE4" w14:textId="701B99F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359EF563" w14:textId="755DE5B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2E389C5A" w14:textId="5898753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4CD2E3D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17A887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64D21844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6AF9DD24" w14:textId="628CFB0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890B84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0EA59243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00E8C246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7C71B82A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31B32111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4008474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A3D1FA" w14:textId="77777777" w:rsidR="00C01F40" w:rsidRPr="004705CF" w:rsidRDefault="00C01F40" w:rsidP="009F3E6F">
            <w:pPr>
              <w:pStyle w:val="Intestazione"/>
              <w:tabs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5B  o equivalente.</w:t>
            </w:r>
          </w:p>
        </w:tc>
      </w:tr>
      <w:tr w:rsidR="00C01F40" w14:paraId="6CEAE99E" w14:textId="77777777" w:rsidTr="00C01F40">
        <w:tc>
          <w:tcPr>
            <w:tcW w:w="1311" w:type="dxa"/>
            <w:hideMark/>
          </w:tcPr>
          <w:p w14:paraId="2BB25FA8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28132508</w:t>
            </w:r>
          </w:p>
        </w:tc>
        <w:tc>
          <w:tcPr>
            <w:tcW w:w="2086" w:type="dxa"/>
            <w:hideMark/>
          </w:tcPr>
          <w:p w14:paraId="750C7A6F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7AC1DC52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TM3-R Mixing Unit 6B</w:t>
            </w:r>
          </w:p>
        </w:tc>
        <w:tc>
          <w:tcPr>
            <w:tcW w:w="6101" w:type="dxa"/>
          </w:tcPr>
          <w:p w14:paraId="7A2E3A7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6 vie per impianti di riscaldamento a bassa temperatura.</w:t>
            </w:r>
          </w:p>
          <w:p w14:paraId="5A869B42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Il gruppo è fornito completo di circolatore elettronico, testa termostatica con sensore remoto per la regolazione a punto fisso della temperatura di mandata dell’acqua all’impianto radiante, e staffe per il fissaggio a muro o all’interno di una cassetta metallica per tramezzo da 120 mm.</w:t>
            </w:r>
          </w:p>
          <w:p w14:paraId="78FF28B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FC8CF7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5CCC97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Temperatura max sul circuito primario: 90 °C</w:t>
            </w:r>
          </w:p>
          <w:p w14:paraId="1C590EEE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1F9E853F" w14:textId="116848AC" w:rsidR="00C01F40" w:rsidRPr="004705CF" w:rsidRDefault="00CB2726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1F6A91FD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566F510E" w14:textId="41C241C6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CB2726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CB2726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07855E2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2278DBE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1197E995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0BE8BE5E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7ADBC95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5CC789A9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6DF8F2D5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0288B87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2185942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0B251824" w14:textId="3967555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6 vie</w:t>
            </w:r>
          </w:p>
          <w:p w14:paraId="291BDB6C" w14:textId="5879E9C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 6 vie</w:t>
            </w:r>
          </w:p>
          <w:p w14:paraId="2CBD7682" w14:textId="6A24D66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7B781C82" w14:textId="78464A9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miscelatrice con attacco M30x1,5, predisposta per il montaggio di testa termostatica</w:t>
            </w:r>
          </w:p>
          <w:p w14:paraId="49EAABC6" w14:textId="1A352D8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4ACCB135" w14:textId="7178448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29B715C6" w14:textId="09E4352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6FCB0666" w14:textId="7247DC5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5AC15D1B" w14:textId="10688B8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471DBDEF" w14:textId="0FFE0A8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5B0C4D98" w14:textId="7C52A699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02099CE9" w14:textId="22809C7B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45D53E35" w14:textId="204FCE8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20C04D8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C69F49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57D98E43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503383C5" w14:textId="7A979DE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CB2726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6352F7D4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00FA6300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Classe di protezione: IPX 4D, di isolamento F</w:t>
            </w:r>
          </w:p>
          <w:p w14:paraId="20B4A874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4DAF3F7C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5723591E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21EA6A0" w14:textId="77777777" w:rsidR="00C01F40" w:rsidRPr="004705CF" w:rsidRDefault="00C01F40" w:rsidP="009F3E6F">
            <w:pPr>
              <w:pStyle w:val="Intestazione"/>
              <w:tabs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6B  o equivalente.</w:t>
            </w:r>
          </w:p>
        </w:tc>
      </w:tr>
      <w:tr w:rsidR="00C01F40" w14:paraId="7C1529D9" w14:textId="77777777" w:rsidTr="00C01F40">
        <w:tc>
          <w:tcPr>
            <w:tcW w:w="1311" w:type="dxa"/>
            <w:hideMark/>
          </w:tcPr>
          <w:p w14:paraId="0B1133A9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28132510</w:t>
            </w:r>
          </w:p>
        </w:tc>
        <w:tc>
          <w:tcPr>
            <w:tcW w:w="2086" w:type="dxa"/>
            <w:hideMark/>
          </w:tcPr>
          <w:p w14:paraId="2DF79C1C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0F2C9D1D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TM3-R Mixing Unit 7B</w:t>
            </w:r>
          </w:p>
        </w:tc>
        <w:tc>
          <w:tcPr>
            <w:tcW w:w="6101" w:type="dxa"/>
          </w:tcPr>
          <w:p w14:paraId="3D942B3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7 vie per impianti di riscaldamento a bassa temperatura.</w:t>
            </w:r>
          </w:p>
          <w:p w14:paraId="7849BF7A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Il gruppo è fornito completo di circolatore elettronico, testa termostatica con sensore remoto per la regolazione a punto fisso della temperatura di mandata dell’acqua all’impianto radiante, e staffe per il fissaggio a muro o all’interno di una cassetta metallica per tramezzo da 120 mm.</w:t>
            </w:r>
          </w:p>
          <w:p w14:paraId="4043B2DE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031B8C2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E89903E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4E6F62FB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223511D5" w14:textId="6420A189" w:rsidR="00C01F40" w:rsidRPr="004705CF" w:rsidRDefault="002924F6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68F9CB7A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520002E0" w14:textId="29B20380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2924F6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2924F6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657B395E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4354BDDD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2504A4A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3E2D3438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67391FDC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15881AC2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2177442B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777EE83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AA00BA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48EB046B" w14:textId="69940B8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7 vie</w:t>
            </w:r>
          </w:p>
          <w:p w14:paraId="7B154A0B" w14:textId="4886421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 7 vie</w:t>
            </w:r>
          </w:p>
          <w:p w14:paraId="7AC68BA4" w14:textId="128A2F7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2DE81854" w14:textId="68FE035F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valvola miscelatrice con attacco M30x1,5, predisposta per il montaggio di testa termostatica </w:t>
            </w:r>
          </w:p>
          <w:p w14:paraId="3BFA0AD5" w14:textId="6EDDF570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1 testa termostatica con sonda a immersione da 20 a 65 °C</w:t>
            </w:r>
          </w:p>
          <w:p w14:paraId="027E6FB0" w14:textId="0BAD6C66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478F7267" w14:textId="1142836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6524AD7D" w14:textId="46A255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4B207D9C" w14:textId="7E0405A9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387FA469" w14:textId="6EFFBAB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13D328B6" w14:textId="0CB483F6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26CD9C6B" w14:textId="5353A1A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38F68798" w14:textId="423DBA4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64BC9A13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26FAC2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012C71E5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211A1F3B" w14:textId="4C239F8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2924F6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022CE764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0FB594DA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441C1CCB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05896351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02B3C1D8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5201D6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7B  o equivalente.</w:t>
            </w:r>
          </w:p>
        </w:tc>
      </w:tr>
      <w:tr w:rsidR="00C01F40" w14:paraId="583C43FE" w14:textId="77777777" w:rsidTr="00C01F40">
        <w:tc>
          <w:tcPr>
            <w:tcW w:w="1311" w:type="dxa"/>
            <w:hideMark/>
          </w:tcPr>
          <w:p w14:paraId="52F35F78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28132512</w:t>
            </w:r>
          </w:p>
        </w:tc>
        <w:tc>
          <w:tcPr>
            <w:tcW w:w="2086" w:type="dxa"/>
            <w:hideMark/>
          </w:tcPr>
          <w:p w14:paraId="5DA25F53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392FE019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TM3-R Mixing Unit 8B</w:t>
            </w:r>
          </w:p>
        </w:tc>
        <w:tc>
          <w:tcPr>
            <w:tcW w:w="6101" w:type="dxa"/>
          </w:tcPr>
          <w:p w14:paraId="7CB4FCF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8 vie per impianti di riscaldamento a bassa temperatura.</w:t>
            </w:r>
          </w:p>
          <w:p w14:paraId="4659806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Il gruppo è fornito completo di circolatore elettronico, testa termostatica con sensore remoto per la regolazione a punto fisso della temperatura di mandata dell’acqua all’impianto radiante, e staffe per il fissaggio a muro o all’interno di una cassetta metallica per tramezzo da 120 mm.</w:t>
            </w:r>
          </w:p>
          <w:p w14:paraId="72A09044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CB632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9A7E972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19B3942E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1948736B" w14:textId="5B0E0D06" w:rsidR="00C01F40" w:rsidRPr="004705CF" w:rsidRDefault="002924F6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0B80870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5CC898AA" w14:textId="5BCC1F0D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2924F6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2924F6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1695A76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10 kW con by-pass in posizione 0</w:t>
            </w:r>
          </w:p>
          <w:p w14:paraId="0643AE4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6D819270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1EDBB8D1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6E4DF39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3F8663CF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21AFDD89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72D2825F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0E059C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09E18E27" w14:textId="3957C0D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8 vie</w:t>
            </w:r>
          </w:p>
          <w:p w14:paraId="2D1713A2" w14:textId="0EDDBDB9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 8 vie</w:t>
            </w:r>
          </w:p>
          <w:p w14:paraId="695900CC" w14:textId="01D1B22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16806EE0" w14:textId="2471A3EB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valvola miscelatrice con attacco M30x1,5, predisposta per il montaggio di testa termostatica </w:t>
            </w:r>
          </w:p>
          <w:p w14:paraId="582A35E8" w14:textId="226ED299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6662D767" w14:textId="597C021B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78EE6740" w14:textId="48CA754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6CFC0479" w14:textId="59ACC4E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1B448A79" w14:textId="6EC633A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2F8108D1" w14:textId="1E17A18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043C10FF" w14:textId="4A2325C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0F64BCAA" w14:textId="707999C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26A677D0" w14:textId="175CF03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5B4F26ED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952D1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23EE85EC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109470AD" w14:textId="0DD8A2E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2924F6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29B34A55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5E375C2B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0CD7CDCB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4DFE9500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3AA6F9F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2CF5D55" w14:textId="77777777" w:rsidR="00C01F40" w:rsidRPr="004705CF" w:rsidRDefault="00C01F40" w:rsidP="009F3E6F">
            <w:pPr>
              <w:pStyle w:val="Intestazione"/>
              <w:tabs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8B  o equivalente.</w:t>
            </w:r>
          </w:p>
        </w:tc>
      </w:tr>
      <w:tr w:rsidR="00C01F40" w14:paraId="1CA94F05" w14:textId="77777777" w:rsidTr="00C01F40">
        <w:tc>
          <w:tcPr>
            <w:tcW w:w="1311" w:type="dxa"/>
            <w:hideMark/>
          </w:tcPr>
          <w:p w14:paraId="1B09575E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28132514</w:t>
            </w:r>
          </w:p>
        </w:tc>
        <w:tc>
          <w:tcPr>
            <w:tcW w:w="2086" w:type="dxa"/>
            <w:hideMark/>
          </w:tcPr>
          <w:p w14:paraId="506980CC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7A7EEF2B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TM3-R Mixing Unit 9B</w:t>
            </w:r>
          </w:p>
        </w:tc>
        <w:tc>
          <w:tcPr>
            <w:tcW w:w="6101" w:type="dxa"/>
          </w:tcPr>
          <w:p w14:paraId="72AA3563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9 vie per impianti di riscaldamento a bassa temperatura.</w:t>
            </w:r>
          </w:p>
          <w:p w14:paraId="06CEFF0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Il gruppo è fornito completo di circolatore elettronico, testa termostatica con sensore remoto per la regolazione a punto fisso della temperatura di mandata dell’acqua all’impianto radiante, e staffe per il fissaggio a muro o all’interno di una cassetta metallica per tramezzo da 120 mm.</w:t>
            </w:r>
          </w:p>
          <w:p w14:paraId="4E1B0803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E0F2BB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70CD00B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3195F14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60558B2D" w14:textId="579E88DA" w:rsidR="00C01F40" w:rsidRPr="004705CF" w:rsidRDefault="007302FB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4CC93682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5E3CE80D" w14:textId="0CAF44AE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7302FB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7302FB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619F17D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2F63244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09743521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4A26EB5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521F0C7F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0C2F3E3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0B72111C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320705D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277B21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54F803E8" w14:textId="2425015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9 vie</w:t>
            </w:r>
          </w:p>
          <w:p w14:paraId="49BAB62B" w14:textId="38234CA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 9 vie</w:t>
            </w:r>
          </w:p>
          <w:p w14:paraId="1AEB7620" w14:textId="0BCEEEA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561F6FAF" w14:textId="23A28B6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valvola miscelatrice con attacco M30x1,5, predisposta per il montaggio di testa termostatica </w:t>
            </w:r>
          </w:p>
          <w:p w14:paraId="0F0C600C" w14:textId="5481FDFF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68CD6D2C" w14:textId="60CBC3C0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2BE20F65" w14:textId="62607A20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1A756A70" w14:textId="7C411EE6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25810EE0" w14:textId="780C353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63246617" w14:textId="5912081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1 termometro di controllo da 0 a 80 °C</w:t>
            </w:r>
          </w:p>
          <w:p w14:paraId="066D5B79" w14:textId="47E0B47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2C5ADFA4" w14:textId="12490E6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35425046" w14:textId="7F0904B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4C0E620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ED35CCA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6D9B9EB3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062439C2" w14:textId="2FE80CC9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7302FB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/h </w:t>
            </w:r>
          </w:p>
          <w:p w14:paraId="36C87D5A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447DB02D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24DC76F5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38CC48DB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1013C7B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1E155E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9B  o equivalente.</w:t>
            </w:r>
          </w:p>
        </w:tc>
      </w:tr>
      <w:tr w:rsidR="00C01F40" w14:paraId="15139867" w14:textId="77777777" w:rsidTr="00C01F40">
        <w:tc>
          <w:tcPr>
            <w:tcW w:w="1311" w:type="dxa"/>
            <w:hideMark/>
          </w:tcPr>
          <w:p w14:paraId="26492CF6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28132516</w:t>
            </w:r>
          </w:p>
        </w:tc>
        <w:tc>
          <w:tcPr>
            <w:tcW w:w="2086" w:type="dxa"/>
            <w:hideMark/>
          </w:tcPr>
          <w:p w14:paraId="604EB168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45F8CD08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TM3-R Mixing Unit 10B</w:t>
            </w:r>
          </w:p>
        </w:tc>
        <w:tc>
          <w:tcPr>
            <w:tcW w:w="6101" w:type="dxa"/>
          </w:tcPr>
          <w:p w14:paraId="74DE751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10 vie per impianti di riscaldamento a bassa temperatura.</w:t>
            </w:r>
          </w:p>
          <w:p w14:paraId="153F9EC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Il gruppo è fornito completo di circolatore elettronico, testa termostatica con sensore remoto per la regolazione a punto fisso della temperatura di mandata dell’acqua all’impianto radiante, e staffe per il fissaggio a muro o all’interno di una cassetta metallica per tramezzo da 120 mm.</w:t>
            </w:r>
          </w:p>
          <w:p w14:paraId="44BABF1D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42835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1B494B7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17BA059A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5675A59B" w14:textId="1CAAFCF8" w:rsidR="00C01F40" w:rsidRPr="004705CF" w:rsidRDefault="007302FB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7A5F222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2EADC26E" w14:textId="12D8EF7B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7302FB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7302FB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5B08B978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78C023AE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7E25CA69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0AD31642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5F099C0B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0EB4496F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3571EF55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6EF758B5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1306E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4EFB813D" w14:textId="31FC979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10 vie</w:t>
            </w:r>
          </w:p>
          <w:p w14:paraId="2199CE0A" w14:textId="5916081F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 10 vie</w:t>
            </w:r>
          </w:p>
          <w:p w14:paraId="2482170C" w14:textId="73D0C63B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2DBAF0CA" w14:textId="1E1072DB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miscelatrice con attacco M30x1,5, predisposta per il montaggio di testa termostatica</w:t>
            </w:r>
          </w:p>
          <w:p w14:paraId="77B44F85" w14:textId="5895A33F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5B5B8EDC" w14:textId="4455893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62847D57" w14:textId="153CDF10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0FC95045" w14:textId="042A30A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39191C7E" w14:textId="7DB9889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1366D4CF" w14:textId="224A9786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6AFEC42A" w14:textId="64C4484B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4AB87D96" w14:textId="04D80DB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22B6C6ED" w14:textId="1AEE2F46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58FA26FF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FB6E79F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76E07036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1B3DC354" w14:textId="3828C9A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7302FB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2B7B1CCC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2D0C8930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54F7D06D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4203C535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25B1536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D96565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10B o equivalente.</w:t>
            </w:r>
          </w:p>
        </w:tc>
      </w:tr>
      <w:tr w:rsidR="00C01F40" w14:paraId="4063E931" w14:textId="77777777" w:rsidTr="00C01F40">
        <w:tc>
          <w:tcPr>
            <w:tcW w:w="1311" w:type="dxa"/>
            <w:hideMark/>
          </w:tcPr>
          <w:p w14:paraId="2BCA708D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28132518</w:t>
            </w:r>
          </w:p>
        </w:tc>
        <w:tc>
          <w:tcPr>
            <w:tcW w:w="2086" w:type="dxa"/>
            <w:hideMark/>
          </w:tcPr>
          <w:p w14:paraId="104C8F7E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64298613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TM3-R Mixing Unit 11B</w:t>
            </w:r>
          </w:p>
        </w:tc>
        <w:tc>
          <w:tcPr>
            <w:tcW w:w="6101" w:type="dxa"/>
          </w:tcPr>
          <w:p w14:paraId="280974AD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11 vie per impianti di riscaldamento a bassa temperatura.</w:t>
            </w:r>
          </w:p>
          <w:p w14:paraId="0DCDC84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Il gruppo è fornito completo di circolatore elettronico, testa termostatica con sensore remoto per la regolazione a punto fisso della temperatura di mandata dell’acqua all’impianto radiante, e staffe per il fissaggio a muro o </w:t>
            </w: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all’interno di una cassetta metallica per tramezzo da 120 mm.</w:t>
            </w:r>
          </w:p>
          <w:p w14:paraId="2A89CEF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D5E54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FC883F8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0A7B9205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419D83E3" w14:textId="090ED228" w:rsidR="00C01F40" w:rsidRPr="004705CF" w:rsidRDefault="001E30DF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52D96C89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7A25B223" w14:textId="3F9868C0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1E30DF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1E30DF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132FD7E9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2D7ACE6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5B4D073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351A422A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4B690ACA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17CFD6CE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1B705423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3F587824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05C41C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38414781" w14:textId="04B93D63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11 vie</w:t>
            </w:r>
          </w:p>
          <w:p w14:paraId="3B60F7D4" w14:textId="013448E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ritorno predisposta per il montaggio di teste elettrotermiche, 11 vie</w:t>
            </w:r>
          </w:p>
          <w:p w14:paraId="1210634C" w14:textId="44AC6A8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19BE27F0" w14:textId="25AB232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miscelatrice con attacco M30x1,5, predisposta per il montaggio di testa termostatica</w:t>
            </w:r>
          </w:p>
          <w:p w14:paraId="2F0EE70C" w14:textId="54732896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69C28E6C" w14:textId="236F5B29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67DEC7FB" w14:textId="40F8FAD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68AAE6F6" w14:textId="6500739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7F6B5217" w14:textId="36845B5C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53393DAE" w14:textId="6DF8AA9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560029D4" w14:textId="5865E27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5F51A040" w14:textId="625F143B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597DA937" w14:textId="29BD6F48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44D18762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43A3BA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7EECEA56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61E6E84A" w14:textId="57FEC1F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1E30DF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726A533E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74087518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0381186D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0A92C712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3BEBBD3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C7430B" w14:textId="77777777" w:rsidR="00C01F40" w:rsidRPr="004705CF" w:rsidRDefault="00C01F40" w:rsidP="009F3E6F">
            <w:pPr>
              <w:pStyle w:val="Intestazione"/>
              <w:tabs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11B  o equivalente.</w:t>
            </w:r>
          </w:p>
        </w:tc>
      </w:tr>
      <w:tr w:rsidR="00C01F40" w14:paraId="72137B41" w14:textId="77777777" w:rsidTr="00C01F40">
        <w:tc>
          <w:tcPr>
            <w:tcW w:w="1311" w:type="dxa"/>
            <w:hideMark/>
          </w:tcPr>
          <w:p w14:paraId="53F5E1BA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28132520</w:t>
            </w:r>
          </w:p>
        </w:tc>
        <w:tc>
          <w:tcPr>
            <w:tcW w:w="2086" w:type="dxa"/>
            <w:hideMark/>
          </w:tcPr>
          <w:p w14:paraId="1AE1901D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Gruppo preassemblato di regolazione a punto fisso </w:t>
            </w:r>
          </w:p>
          <w:p w14:paraId="5A625F75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4705CF">
              <w:rPr>
                <w:rFonts w:ascii="Poppins" w:hAnsi="Poppins" w:cs="Poppins"/>
                <w:bCs/>
                <w:sz w:val="20"/>
                <w:lang w:val="en-GB"/>
              </w:rPr>
              <w:t>TM3-R Mixing Unit 12B</w:t>
            </w:r>
          </w:p>
        </w:tc>
        <w:tc>
          <w:tcPr>
            <w:tcW w:w="6101" w:type="dxa"/>
          </w:tcPr>
          <w:p w14:paraId="0AF4EAD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Gruppo preassemblato di miscelazione e distribuzione a 12 vie per impianti di riscaldamento a bassa temperatura.</w:t>
            </w:r>
          </w:p>
          <w:p w14:paraId="70E10932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Il gruppo è fornito completo di circolatore elettronico, testa termostatica con sensore remoto per la regolazione a punto fisso della temperatura di mandata dell’acqua all’impianto radiante, e staffe per il fissaggio a muro o all’interno di una cassetta metallica per tramezzo da 120 mm.</w:t>
            </w:r>
          </w:p>
          <w:p w14:paraId="042AC8FD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86D5544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56D1D39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1606CF94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Pressione max di esercizio: 6 bar</w:t>
            </w:r>
          </w:p>
          <w:p w14:paraId="1E561944" w14:textId="788885AB" w:rsidR="00C01F40" w:rsidRPr="004705CF" w:rsidRDefault="00FB7234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>
              <w:rPr>
                <w:rFonts w:ascii="Poppins" w:hAnsi="Poppins" w:cs="Poppins"/>
                <w:bCs/>
                <w:sz w:val="20"/>
              </w:rPr>
              <w:t>D</w:t>
            </w:r>
            <w:r w:rsidR="00C01F40" w:rsidRPr="004705CF">
              <w:rPr>
                <w:rFonts w:ascii="Poppins" w:hAnsi="Poppins" w:cs="Poppins"/>
                <w:bCs/>
                <w:sz w:val="20"/>
              </w:rPr>
              <w:t>p</w:t>
            </w:r>
            <w:r w:rsidR="00C01F40" w:rsidRPr="004705CF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C01F40" w:rsidRPr="004705CF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6813F787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 della testa termostatica: 20 ÷ 65 °C</w:t>
            </w:r>
          </w:p>
          <w:p w14:paraId="610BEE3A" w14:textId="6A9D9C12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Potenza termica scambiabile (con </w:t>
            </w:r>
            <w:r w:rsidR="00FB7234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 xml:space="preserve">T=7°C e </w:t>
            </w:r>
            <w:proofErr w:type="spellStart"/>
            <w:r w:rsidR="00FB7234">
              <w:rPr>
                <w:rFonts w:ascii="Poppins" w:hAnsi="Poppins" w:cs="Poppins"/>
                <w:bCs/>
                <w:sz w:val="20"/>
              </w:rPr>
              <w:t>D</w:t>
            </w:r>
            <w:r w:rsidRPr="004705CF">
              <w:rPr>
                <w:rFonts w:ascii="Poppins" w:hAnsi="Poppins" w:cs="Poppins"/>
                <w:bCs/>
                <w:sz w:val="20"/>
              </w:rPr>
              <w:t>p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=0,25 bar):</w:t>
            </w:r>
          </w:p>
          <w:p w14:paraId="21BF0E6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10 kW con by-pass in posizione 0</w:t>
            </w:r>
          </w:p>
          <w:p w14:paraId="3998250A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12 kW con by-pass in posizione 5</w:t>
            </w:r>
          </w:p>
          <w:p w14:paraId="1CD1BD23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con valvola by-pass posizione 5: 4,8</w:t>
            </w:r>
          </w:p>
          <w:p w14:paraId="3551ACA6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Scala termometro: 0 ÷ 80 °C</w:t>
            </w:r>
          </w:p>
          <w:p w14:paraId="19593A58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Filettatura di testa gruppo di miscelazione: G 1” Femmina</w:t>
            </w:r>
          </w:p>
          <w:p w14:paraId="0F1FF3E0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Filettatura di testa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: G 1” Femmina</w:t>
            </w:r>
          </w:p>
          <w:p w14:paraId="57DB8ACD" w14:textId="77777777" w:rsidR="00C01F40" w:rsidRPr="004705CF" w:rsidRDefault="00C01F40" w:rsidP="009F3E6F">
            <w:pPr>
              <w:pStyle w:val="Intestazione"/>
              <w:numPr>
                <w:ilvl w:val="0"/>
                <w:numId w:val="2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Derivazioni collettori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: 24x19 M, interasse 50 mm </w:t>
            </w:r>
          </w:p>
          <w:p w14:paraId="1C68BDAE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41829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Il gruppo è costituito da:</w:t>
            </w:r>
          </w:p>
          <w:p w14:paraId="613AE404" w14:textId="7F0B4510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barra di mandata con flussimetri, 12 vie</w:t>
            </w:r>
          </w:p>
          <w:p w14:paraId="2B4A6AA9" w14:textId="755E7E1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1 barra di ritorno predisposta per il montaggio di teste elettrotermiche, 12 vie</w:t>
            </w:r>
          </w:p>
          <w:p w14:paraId="60EA9CE0" w14:textId="171805A4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staffe per il fissaggio dei collettori</w:t>
            </w:r>
          </w:p>
          <w:p w14:paraId="23912228" w14:textId="536F87FD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valvola miscelatrice con attacco M30x1,5, predisposta per il montaggio di testa termostatica </w:t>
            </w:r>
          </w:p>
          <w:p w14:paraId="11D817C6" w14:textId="67E7BE90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testa termostatica con sonda a immersione da 20 a 65 °C</w:t>
            </w:r>
          </w:p>
          <w:p w14:paraId="2A14C619" w14:textId="50FDD65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di temperatura di mandata</w:t>
            </w:r>
          </w:p>
          <w:p w14:paraId="7A006546" w14:textId="2CC4C34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alloggiamento per sonda termostato di sicurezza</w:t>
            </w:r>
          </w:p>
          <w:p w14:paraId="7C3A3778" w14:textId="003959EE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606EFF56" w14:textId="3D46E981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1 circolatore elettronico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1D46731E" w14:textId="7BF28985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termometro di controllo da 0 a 80 °C</w:t>
            </w:r>
          </w:p>
          <w:p w14:paraId="32BAF674" w14:textId="1AF5FBC0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automatica di sfogo da 1/2"</w:t>
            </w:r>
          </w:p>
          <w:p w14:paraId="498D8E97" w14:textId="7C7FDB92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1 valvola di non ritorno</w:t>
            </w:r>
          </w:p>
          <w:p w14:paraId="56A41783" w14:textId="69FCC2D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 rubinetti di riempimento e scarico con attacco orientabile e tappo di sicurezza</w:t>
            </w:r>
          </w:p>
          <w:p w14:paraId="7026E29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CEB6AF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4705CF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Para 25/7:</w:t>
            </w:r>
          </w:p>
          <w:p w14:paraId="7B432186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Prevalenza massima: 7 m</w:t>
            </w:r>
          </w:p>
          <w:p w14:paraId="596A1C98" w14:textId="6E83279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massima: 3,5 m</w:t>
            </w:r>
            <w:r w:rsidR="00FB7234">
              <w:rPr>
                <w:rFonts w:ascii="Poppins" w:hAnsi="Poppins" w:cs="Poppins"/>
                <w:bCs/>
                <w:sz w:val="20"/>
              </w:rPr>
              <w:t>3</w:t>
            </w:r>
            <w:r w:rsidRPr="004705CF">
              <w:rPr>
                <w:rFonts w:ascii="Poppins" w:hAnsi="Poppins" w:cs="Poppins"/>
                <w:bCs/>
                <w:sz w:val="20"/>
              </w:rPr>
              <w:t>/h</w:t>
            </w:r>
          </w:p>
          <w:p w14:paraId="56D7EA6E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Alimentazione: 1-230 </w:t>
            </w:r>
            <w:proofErr w:type="spellStart"/>
            <w:r w:rsidRPr="004705CF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4705CF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3449576D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7CABC5CA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Potenza assorbita da 1-230 V: 8.2÷50 W</w:t>
            </w:r>
          </w:p>
          <w:p w14:paraId="64CFC460" w14:textId="77777777" w:rsidR="00C01F40" w:rsidRPr="004705CF" w:rsidRDefault="00C01F40" w:rsidP="009F3E6F">
            <w:pPr>
              <w:pStyle w:val="Intestazione"/>
              <w:numPr>
                <w:ilvl w:val="0"/>
                <w:numId w:val="2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 xml:space="preserve">Corrente assorbita da 1-230 V: 0.07÷0.51 A </w:t>
            </w:r>
          </w:p>
          <w:p w14:paraId="11AD8998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984433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Gruppo preassemblato di regolazione a punto fisso TM3-R Mixing Unit 12B o equivalente.</w:t>
            </w:r>
          </w:p>
        </w:tc>
      </w:tr>
      <w:tr w:rsidR="00C01F40" w14:paraId="49897870" w14:textId="77777777" w:rsidTr="00C01F40">
        <w:tc>
          <w:tcPr>
            <w:tcW w:w="1311" w:type="dxa"/>
            <w:hideMark/>
          </w:tcPr>
          <w:p w14:paraId="706C6A7D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01306708</w:t>
            </w:r>
          </w:p>
        </w:tc>
        <w:tc>
          <w:tcPr>
            <w:tcW w:w="2086" w:type="dxa"/>
            <w:hideMark/>
          </w:tcPr>
          <w:p w14:paraId="0A3E439C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Kit valvole Progress</w:t>
            </w:r>
          </w:p>
        </w:tc>
        <w:tc>
          <w:tcPr>
            <w:tcW w:w="6101" w:type="dxa"/>
          </w:tcPr>
          <w:p w14:paraId="11B47770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Kit valvole Progress a diritte con bocchettone e maniglia a farfalla.</w:t>
            </w:r>
          </w:p>
          <w:p w14:paraId="5356CD44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0D91C7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- Passaggio ridotto</w:t>
            </w:r>
          </w:p>
          <w:p w14:paraId="579E6498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- Filettatura ISO 228/1</w:t>
            </w:r>
          </w:p>
          <w:p w14:paraId="72860B3C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69EBD8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Kit valvole Progress diritte con bocchettone o equivalente</w:t>
            </w:r>
          </w:p>
        </w:tc>
      </w:tr>
      <w:tr w:rsidR="00C01F40" w14:paraId="1FD8BF54" w14:textId="77777777" w:rsidTr="00C01F40">
        <w:tc>
          <w:tcPr>
            <w:tcW w:w="1311" w:type="dxa"/>
            <w:hideMark/>
          </w:tcPr>
          <w:p w14:paraId="39DE38A7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90055734</w:t>
            </w:r>
          </w:p>
        </w:tc>
        <w:tc>
          <w:tcPr>
            <w:tcW w:w="2086" w:type="dxa"/>
            <w:hideMark/>
          </w:tcPr>
          <w:p w14:paraId="1D3041F3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Kit termostato di sicurezza</w:t>
            </w:r>
          </w:p>
        </w:tc>
        <w:tc>
          <w:tcPr>
            <w:tcW w:w="6101" w:type="dxa"/>
          </w:tcPr>
          <w:p w14:paraId="5F5ED49A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Kit termostato di sicurezza per gruppi di miscelazione.</w:t>
            </w:r>
          </w:p>
          <w:p w14:paraId="540F032B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EF95FB0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Kit termostato di sicurezza o equivalente</w:t>
            </w:r>
          </w:p>
        </w:tc>
      </w:tr>
      <w:tr w:rsidR="00C01F40" w14:paraId="138E0A32" w14:textId="77777777" w:rsidTr="00C01F40">
        <w:tc>
          <w:tcPr>
            <w:tcW w:w="1311" w:type="dxa"/>
            <w:hideMark/>
          </w:tcPr>
          <w:p w14:paraId="5930AB91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lastRenderedPageBreak/>
              <w:t>01306860</w:t>
            </w:r>
          </w:p>
        </w:tc>
        <w:tc>
          <w:tcPr>
            <w:tcW w:w="2086" w:type="dxa"/>
            <w:hideMark/>
          </w:tcPr>
          <w:p w14:paraId="3B32C067" w14:textId="77777777" w:rsidR="00C01F40" w:rsidRPr="004705CF" w:rsidRDefault="00C01F40">
            <w:pPr>
              <w:pStyle w:val="Intestazione"/>
              <w:tabs>
                <w:tab w:val="left" w:pos="330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Guscio isolante per TM3-R</w:t>
            </w:r>
          </w:p>
        </w:tc>
        <w:tc>
          <w:tcPr>
            <w:tcW w:w="6101" w:type="dxa"/>
          </w:tcPr>
          <w:p w14:paraId="250C0A62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Guscio isolante per TM3-R in polietilene espanso reticolato a cellule chiuse.</w:t>
            </w:r>
          </w:p>
          <w:p w14:paraId="59F718B5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Misura: 1 “</w:t>
            </w:r>
          </w:p>
          <w:p w14:paraId="777BC00D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183ACEE" w14:textId="77777777" w:rsidR="00C01F40" w:rsidRPr="004705CF" w:rsidRDefault="00C01F40" w:rsidP="009F3E6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>Marca Emmeti – Modello Guscio isolante per TM3-R o equivalente</w:t>
            </w:r>
          </w:p>
        </w:tc>
      </w:tr>
      <w:tr w:rsidR="00C01F40" w14:paraId="34441AB6" w14:textId="77777777" w:rsidTr="00C01F40">
        <w:tc>
          <w:tcPr>
            <w:tcW w:w="1311" w:type="dxa"/>
            <w:hideMark/>
          </w:tcPr>
          <w:p w14:paraId="4B29CA93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28130616</w:t>
            </w:r>
          </w:p>
        </w:tc>
        <w:tc>
          <w:tcPr>
            <w:tcW w:w="2086" w:type="dxa"/>
            <w:hideMark/>
          </w:tcPr>
          <w:p w14:paraId="1D4D3BE7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Centralina elettronica base 6T</w:t>
            </w:r>
          </w:p>
        </w:tc>
        <w:tc>
          <w:tcPr>
            <w:tcW w:w="6101" w:type="dxa"/>
          </w:tcPr>
          <w:p w14:paraId="36FFBFDF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Cs/>
                <w:color w:val="000000" w:themeColor="text1"/>
                <w:sz w:val="20"/>
              </w:rPr>
              <w:t>Centralina elettronica per comando delle teste elettrotermiche.</w:t>
            </w:r>
          </w:p>
          <w:p w14:paraId="0C70954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 230 V o 24 V selezionabile.</w:t>
            </w:r>
          </w:p>
          <w:p w14:paraId="561B47F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Cs/>
                <w:color w:val="000000" w:themeColor="text1"/>
                <w:sz w:val="20"/>
              </w:rPr>
              <w:t>Collegamento diretto fino a 6 teste elettrotermiche alla stessa tensione di alimentazione della centralina (configurabili come alta o bassa temperatura).</w:t>
            </w:r>
          </w:p>
          <w:p w14:paraId="6FA3B427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Cs/>
                <w:color w:val="000000" w:themeColor="text1"/>
                <w:sz w:val="20"/>
              </w:rPr>
              <w:t>Collegamento diretto fino a 6 termostati ambiente alla stessa tensione di alimentazione della centralina.</w:t>
            </w:r>
          </w:p>
          <w:p w14:paraId="76432092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Cs/>
                <w:color w:val="000000" w:themeColor="text1"/>
                <w:sz w:val="20"/>
              </w:rPr>
              <w:t>Collegamento per circolatore di bassa temperatura.</w:t>
            </w:r>
          </w:p>
          <w:p w14:paraId="08456A2B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Cs/>
                <w:color w:val="000000" w:themeColor="text1"/>
                <w:sz w:val="20"/>
              </w:rPr>
              <w:t>Funzione antigrippaggio circolatore.</w:t>
            </w:r>
          </w:p>
          <w:p w14:paraId="6A06A11A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Cs/>
                <w:color w:val="000000" w:themeColor="text1"/>
                <w:sz w:val="20"/>
              </w:rPr>
              <w:t>Collegamento per consenso generatore di calore.</w:t>
            </w:r>
          </w:p>
          <w:p w14:paraId="1B5F461A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Cs/>
                <w:color w:val="000000" w:themeColor="text1"/>
                <w:sz w:val="20"/>
              </w:rPr>
              <w:t>Termostato “di sicurezza” regolabile da 30 a 60 °C.</w:t>
            </w:r>
          </w:p>
          <w:p w14:paraId="31111D40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Cs/>
                <w:color w:val="000000" w:themeColor="text1"/>
                <w:sz w:val="20"/>
              </w:rPr>
              <w:t>Contatto (pulito da tensione) per segnalazione intervento termostato “di sicurezza”.</w:t>
            </w:r>
          </w:p>
          <w:p w14:paraId="789BF6DD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25A7B97" w14:textId="482E09DD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F3E6F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– Modello Centralina elettronica base 6T o equivalente</w:t>
            </w:r>
          </w:p>
        </w:tc>
      </w:tr>
      <w:tr w:rsidR="00C01F40" w14:paraId="1E91B1E6" w14:textId="77777777" w:rsidTr="00C01F40">
        <w:tc>
          <w:tcPr>
            <w:tcW w:w="1311" w:type="dxa"/>
            <w:hideMark/>
          </w:tcPr>
          <w:p w14:paraId="33C17D34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28130632</w:t>
            </w:r>
          </w:p>
        </w:tc>
        <w:tc>
          <w:tcPr>
            <w:tcW w:w="2086" w:type="dxa"/>
            <w:hideMark/>
          </w:tcPr>
          <w:p w14:paraId="20ECF980" w14:textId="77777777" w:rsidR="00C01F40" w:rsidRPr="004705CF" w:rsidRDefault="00C01F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Scatola elettrica con termostato “di sicurezza” per circolatore bassa temperatura</w:t>
            </w:r>
          </w:p>
        </w:tc>
        <w:tc>
          <w:tcPr>
            <w:tcW w:w="6101" w:type="dxa"/>
          </w:tcPr>
          <w:p w14:paraId="3E2C7386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Scatola elettrica con termostato “di sicurezza” per cablaggio circolatore di bassa temperatura.</w:t>
            </w:r>
          </w:p>
          <w:p w14:paraId="4A58B538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Lunghezza bulbo: 65 mm</w:t>
            </w:r>
          </w:p>
          <w:p w14:paraId="482D0181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Diametro bulbo: 7 mm</w:t>
            </w:r>
          </w:p>
          <w:p w14:paraId="019F9BBE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Campo di regolazione: da 0 a 60 °C</w:t>
            </w:r>
          </w:p>
          <w:p w14:paraId="63266E63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Differenziale di intervento: 4 °C</w:t>
            </w:r>
          </w:p>
          <w:p w14:paraId="5465A5CE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05CF">
              <w:rPr>
                <w:rFonts w:ascii="Poppins" w:hAnsi="Poppins" w:cs="Poppins"/>
                <w:bCs/>
                <w:sz w:val="20"/>
              </w:rPr>
              <w:t>Portata contatti: 16(4) A – 400 V</w:t>
            </w:r>
          </w:p>
          <w:p w14:paraId="5A96ACF8" w14:textId="77777777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1769DD4" w14:textId="5AF199CC" w:rsidR="00C01F40" w:rsidRPr="004705CF" w:rsidRDefault="00C01F40" w:rsidP="009F3E6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9F3E6F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4705CF">
              <w:rPr>
                <w:rFonts w:ascii="Poppins" w:hAnsi="Poppins" w:cs="Poppins"/>
                <w:b/>
                <w:bCs/>
                <w:sz w:val="20"/>
              </w:rPr>
              <w:t xml:space="preserve"> – Modello Scatola elettrica con </w:t>
            </w:r>
            <w:r w:rsidR="009F3E6F">
              <w:rPr>
                <w:rFonts w:ascii="Poppins" w:hAnsi="Poppins" w:cs="Poppins"/>
                <w:b/>
                <w:bCs/>
                <w:sz w:val="20"/>
              </w:rPr>
              <w:t>t</w:t>
            </w:r>
            <w:r w:rsidRPr="004705CF">
              <w:rPr>
                <w:rFonts w:ascii="Poppins" w:hAnsi="Poppins" w:cs="Poppins"/>
                <w:b/>
                <w:bCs/>
                <w:sz w:val="20"/>
              </w:rPr>
              <w:t>ermostato “di sicurezza” per circolatore bassa temperatura o equivalente</w:t>
            </w:r>
          </w:p>
        </w:tc>
      </w:tr>
    </w:tbl>
    <w:p w14:paraId="56627CE6" w14:textId="77777777" w:rsidR="008E6687" w:rsidRPr="00A06A5E" w:rsidRDefault="008E6687" w:rsidP="00A06A5E"/>
    <w:sectPr w:rsidR="008E6687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1F155" w14:textId="77777777" w:rsidR="0028144B" w:rsidRDefault="0028144B">
      <w:r>
        <w:separator/>
      </w:r>
    </w:p>
  </w:endnote>
  <w:endnote w:type="continuationSeparator" w:id="0">
    <w:p w14:paraId="2E096611" w14:textId="77777777" w:rsidR="0028144B" w:rsidRDefault="0028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A7CD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0E03649" w14:textId="77777777" w:rsidTr="004706FD">
      <w:tc>
        <w:tcPr>
          <w:tcW w:w="4534" w:type="dxa"/>
        </w:tcPr>
        <w:p w14:paraId="47BD27A8" w14:textId="609019F6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870D32">
            <w:rPr>
              <w:rFonts w:ascii="Poppins" w:hAnsi="Poppins" w:cs="Poppins"/>
              <w:iCs/>
              <w:noProof/>
              <w:sz w:val="16"/>
            </w:rPr>
            <w:t>TM3-R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303405">
            <w:rPr>
              <w:rFonts w:ascii="Poppins" w:hAnsi="Poppins" w:cs="Poppins"/>
              <w:iCs/>
              <w:sz w:val="16"/>
            </w:rPr>
            <w:t xml:space="preserve"> Mixing Unit</w:t>
          </w:r>
        </w:p>
      </w:tc>
      <w:tc>
        <w:tcPr>
          <w:tcW w:w="5176" w:type="dxa"/>
        </w:tcPr>
        <w:p w14:paraId="3EA73D1C" w14:textId="4C23E8AD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03405">
            <w:rPr>
              <w:rFonts w:ascii="Poppins" w:hAnsi="Poppins" w:cs="Poppins"/>
              <w:noProof/>
              <w:sz w:val="14"/>
              <w:szCs w:val="14"/>
            </w:rPr>
            <w:t>17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48F639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7BA73AB" wp14:editId="06F42B7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E742D" w14:textId="77777777" w:rsidR="0028144B" w:rsidRDefault="0028144B">
      <w:r>
        <w:separator/>
      </w:r>
    </w:p>
  </w:footnote>
  <w:footnote w:type="continuationSeparator" w:id="0">
    <w:p w14:paraId="18D830F0" w14:textId="77777777" w:rsidR="0028144B" w:rsidRDefault="00281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E9B7B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742186C" wp14:editId="5DAFAE31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3BFB78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CF02A2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405B8"/>
    <w:multiLevelType w:val="hybridMultilevel"/>
    <w:tmpl w:val="246482E8"/>
    <w:lvl w:ilvl="0" w:tplc="A0601A10">
      <w:start w:val="3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66E83"/>
    <w:multiLevelType w:val="hybridMultilevel"/>
    <w:tmpl w:val="222066FA"/>
    <w:lvl w:ilvl="0" w:tplc="1B0040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865DA"/>
    <w:multiLevelType w:val="hybridMultilevel"/>
    <w:tmpl w:val="98160EF2"/>
    <w:lvl w:ilvl="0" w:tplc="0074D2E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10B401F"/>
    <w:multiLevelType w:val="hybridMultilevel"/>
    <w:tmpl w:val="DB96956A"/>
    <w:lvl w:ilvl="0" w:tplc="0B1A697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FC16B8"/>
    <w:multiLevelType w:val="hybridMultilevel"/>
    <w:tmpl w:val="FCE465C4"/>
    <w:lvl w:ilvl="0" w:tplc="7842075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9719187">
    <w:abstractNumId w:val="14"/>
  </w:num>
  <w:num w:numId="2" w16cid:durableId="2100444544">
    <w:abstractNumId w:val="13"/>
  </w:num>
  <w:num w:numId="3" w16cid:durableId="408887786">
    <w:abstractNumId w:val="6"/>
  </w:num>
  <w:num w:numId="4" w16cid:durableId="984964783">
    <w:abstractNumId w:val="4"/>
  </w:num>
  <w:num w:numId="5" w16cid:durableId="1451780762">
    <w:abstractNumId w:val="10"/>
  </w:num>
  <w:num w:numId="6" w16cid:durableId="522744420">
    <w:abstractNumId w:val="9"/>
  </w:num>
  <w:num w:numId="7" w16cid:durableId="1892619963">
    <w:abstractNumId w:val="7"/>
  </w:num>
  <w:num w:numId="8" w16cid:durableId="1276253786">
    <w:abstractNumId w:val="9"/>
  </w:num>
  <w:num w:numId="9" w16cid:durableId="2054190244">
    <w:abstractNumId w:val="0"/>
  </w:num>
  <w:num w:numId="10" w16cid:durableId="1599024182">
    <w:abstractNumId w:val="9"/>
  </w:num>
  <w:num w:numId="11" w16cid:durableId="1118182827">
    <w:abstractNumId w:val="16"/>
  </w:num>
  <w:num w:numId="12" w16cid:durableId="1558323931">
    <w:abstractNumId w:val="20"/>
  </w:num>
  <w:num w:numId="13" w16cid:durableId="24598686">
    <w:abstractNumId w:val="15"/>
  </w:num>
  <w:num w:numId="14" w16cid:durableId="1395425056">
    <w:abstractNumId w:val="8"/>
  </w:num>
  <w:num w:numId="15" w16cid:durableId="741484868">
    <w:abstractNumId w:val="17"/>
  </w:num>
  <w:num w:numId="16" w16cid:durableId="368844499">
    <w:abstractNumId w:val="22"/>
  </w:num>
  <w:num w:numId="17" w16cid:durableId="697052221">
    <w:abstractNumId w:val="23"/>
  </w:num>
  <w:num w:numId="18" w16cid:durableId="1126387989">
    <w:abstractNumId w:val="18"/>
  </w:num>
  <w:num w:numId="19" w16cid:durableId="1246838501">
    <w:abstractNumId w:val="1"/>
  </w:num>
  <w:num w:numId="20" w16cid:durableId="1758361707">
    <w:abstractNumId w:val="2"/>
  </w:num>
  <w:num w:numId="21" w16cid:durableId="2090150034">
    <w:abstractNumId w:val="11"/>
  </w:num>
  <w:num w:numId="22" w16cid:durableId="1821264978">
    <w:abstractNumId w:val="19"/>
  </w:num>
  <w:num w:numId="23" w16cid:durableId="2003850815">
    <w:abstractNumId w:val="21"/>
  </w:num>
  <w:num w:numId="24" w16cid:durableId="1315833456">
    <w:abstractNumId w:val="3"/>
  </w:num>
  <w:num w:numId="25" w16cid:durableId="146896524">
    <w:abstractNumId w:val="12"/>
  </w:num>
  <w:num w:numId="26" w16cid:durableId="609360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5EBA"/>
    <w:rsid w:val="0006784D"/>
    <w:rsid w:val="0009136B"/>
    <w:rsid w:val="000B6932"/>
    <w:rsid w:val="000C52FA"/>
    <w:rsid w:val="000F7A52"/>
    <w:rsid w:val="00103A0D"/>
    <w:rsid w:val="001441C6"/>
    <w:rsid w:val="001450AB"/>
    <w:rsid w:val="001620E3"/>
    <w:rsid w:val="00171DAE"/>
    <w:rsid w:val="00195A49"/>
    <w:rsid w:val="001C3288"/>
    <w:rsid w:val="001D365F"/>
    <w:rsid w:val="001E30DF"/>
    <w:rsid w:val="001E6403"/>
    <w:rsid w:val="001E6FF3"/>
    <w:rsid w:val="001F782F"/>
    <w:rsid w:val="0023000E"/>
    <w:rsid w:val="002346C2"/>
    <w:rsid w:val="00264BCF"/>
    <w:rsid w:val="0028144B"/>
    <w:rsid w:val="0028448D"/>
    <w:rsid w:val="002862D2"/>
    <w:rsid w:val="002924F6"/>
    <w:rsid w:val="002B5D63"/>
    <w:rsid w:val="002F7EEA"/>
    <w:rsid w:val="00303405"/>
    <w:rsid w:val="00304518"/>
    <w:rsid w:val="00320D3E"/>
    <w:rsid w:val="003333BC"/>
    <w:rsid w:val="00344430"/>
    <w:rsid w:val="003524C7"/>
    <w:rsid w:val="00357812"/>
    <w:rsid w:val="00365710"/>
    <w:rsid w:val="00372ECE"/>
    <w:rsid w:val="003D4BE3"/>
    <w:rsid w:val="00405B50"/>
    <w:rsid w:val="004272FC"/>
    <w:rsid w:val="00433C12"/>
    <w:rsid w:val="0044592F"/>
    <w:rsid w:val="00447EFC"/>
    <w:rsid w:val="004705CF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62E55"/>
    <w:rsid w:val="00584984"/>
    <w:rsid w:val="00590B46"/>
    <w:rsid w:val="005C61B9"/>
    <w:rsid w:val="005E1169"/>
    <w:rsid w:val="006015C2"/>
    <w:rsid w:val="006040F5"/>
    <w:rsid w:val="00610639"/>
    <w:rsid w:val="00620C00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302FB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11BC2"/>
    <w:rsid w:val="00830828"/>
    <w:rsid w:val="00844BBC"/>
    <w:rsid w:val="008574C8"/>
    <w:rsid w:val="00860C2D"/>
    <w:rsid w:val="00867692"/>
    <w:rsid w:val="00870D32"/>
    <w:rsid w:val="008804CB"/>
    <w:rsid w:val="00890B84"/>
    <w:rsid w:val="00890EF7"/>
    <w:rsid w:val="008A2C0A"/>
    <w:rsid w:val="008B5587"/>
    <w:rsid w:val="008C2F88"/>
    <w:rsid w:val="008C70B1"/>
    <w:rsid w:val="008E5212"/>
    <w:rsid w:val="008E6687"/>
    <w:rsid w:val="008F11B3"/>
    <w:rsid w:val="00904071"/>
    <w:rsid w:val="009059BB"/>
    <w:rsid w:val="00923354"/>
    <w:rsid w:val="00931A8A"/>
    <w:rsid w:val="0094047C"/>
    <w:rsid w:val="00942B09"/>
    <w:rsid w:val="00992282"/>
    <w:rsid w:val="0099452E"/>
    <w:rsid w:val="009A219D"/>
    <w:rsid w:val="009B37F1"/>
    <w:rsid w:val="009C1166"/>
    <w:rsid w:val="009D234F"/>
    <w:rsid w:val="009D3135"/>
    <w:rsid w:val="009D51C1"/>
    <w:rsid w:val="009D54F1"/>
    <w:rsid w:val="009D6327"/>
    <w:rsid w:val="009E07DC"/>
    <w:rsid w:val="009E250A"/>
    <w:rsid w:val="009E2742"/>
    <w:rsid w:val="009F3E6F"/>
    <w:rsid w:val="00A04235"/>
    <w:rsid w:val="00A06A5E"/>
    <w:rsid w:val="00A216E2"/>
    <w:rsid w:val="00A25D0B"/>
    <w:rsid w:val="00A62A77"/>
    <w:rsid w:val="00A743FF"/>
    <w:rsid w:val="00AC0741"/>
    <w:rsid w:val="00AD05EC"/>
    <w:rsid w:val="00AD1706"/>
    <w:rsid w:val="00AF350C"/>
    <w:rsid w:val="00B406A9"/>
    <w:rsid w:val="00B7475F"/>
    <w:rsid w:val="00B93CD1"/>
    <w:rsid w:val="00BB0104"/>
    <w:rsid w:val="00BB2A5B"/>
    <w:rsid w:val="00BD14D8"/>
    <w:rsid w:val="00BF1E16"/>
    <w:rsid w:val="00C01F40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B2726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902A4"/>
    <w:rsid w:val="00DA3646"/>
    <w:rsid w:val="00DB6A23"/>
    <w:rsid w:val="00DD2E16"/>
    <w:rsid w:val="00DE5C0B"/>
    <w:rsid w:val="00DF466A"/>
    <w:rsid w:val="00E07577"/>
    <w:rsid w:val="00E17A38"/>
    <w:rsid w:val="00E36C49"/>
    <w:rsid w:val="00E42389"/>
    <w:rsid w:val="00E5632D"/>
    <w:rsid w:val="00E7391C"/>
    <w:rsid w:val="00E74552"/>
    <w:rsid w:val="00E94BE3"/>
    <w:rsid w:val="00EA01C8"/>
    <w:rsid w:val="00EB33B9"/>
    <w:rsid w:val="00EB7BBD"/>
    <w:rsid w:val="00EC29FF"/>
    <w:rsid w:val="00ED24CF"/>
    <w:rsid w:val="00ED759F"/>
    <w:rsid w:val="00EF73E5"/>
    <w:rsid w:val="00F300B1"/>
    <w:rsid w:val="00F50F65"/>
    <w:rsid w:val="00F53758"/>
    <w:rsid w:val="00F60A08"/>
    <w:rsid w:val="00FB723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42A756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06012-8BB3-4212-948E-767EA1F6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17</Pages>
  <Words>4291</Words>
  <Characters>20686</Characters>
  <Application>Microsoft Office Word</Application>
  <DocSecurity>0</DocSecurity>
  <Lines>172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24928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13</cp:revision>
  <cp:lastPrinted>2013-11-14T13:48:00Z</cp:lastPrinted>
  <dcterms:created xsi:type="dcterms:W3CDTF">2024-08-29T14:10:00Z</dcterms:created>
  <dcterms:modified xsi:type="dcterms:W3CDTF">2024-08-29T14:20:00Z</dcterms:modified>
</cp:coreProperties>
</file>